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24A1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EE4061" w:rsidRPr="00EE4061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EE4061" w:rsidRPr="00EE4061">
        <w:rPr>
          <w:b/>
          <w:sz w:val="24"/>
        </w:rPr>
        <w:t>BP.271.31.2019.BS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EE4061" w:rsidRPr="00EE4061">
        <w:rPr>
          <w:b/>
        </w:rPr>
        <w:t>przetarg nieograniczony</w:t>
      </w:r>
      <w:r w:rsidR="00753DC1">
        <w:t xml:space="preserve"> na:</w:t>
      </w:r>
    </w:p>
    <w:p w:rsidR="0000184A" w:rsidRDefault="00EE4061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EE4061">
        <w:rPr>
          <w:b/>
          <w:sz w:val="24"/>
          <w:szCs w:val="24"/>
        </w:rPr>
        <w:t>Zagospodarowanie terenu przy SP5, budowa placu street workout, boiska do piłki siatkowej - II przetarg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EE4061" w:rsidRPr="00EE4061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EE4061" w:rsidRPr="00EE4061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EE4061" w:rsidRPr="00EE4061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A86" w:rsidRDefault="00D05A86">
      <w:r>
        <w:separator/>
      </w:r>
    </w:p>
  </w:endnote>
  <w:endnote w:type="continuationSeparator" w:id="0">
    <w:p w:rsidR="00D05A86" w:rsidRDefault="00D05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24A1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B30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B30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061" w:rsidRDefault="00EE40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A86" w:rsidRDefault="00D05A86">
      <w:r>
        <w:separator/>
      </w:r>
    </w:p>
  </w:footnote>
  <w:footnote w:type="continuationSeparator" w:id="0">
    <w:p w:rsidR="00D05A86" w:rsidRDefault="00D05A86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061" w:rsidRDefault="00EE40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061" w:rsidRDefault="00EE406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061" w:rsidRDefault="00EE40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86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B309A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24A1B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05A86"/>
    <w:rsid w:val="00D74F94"/>
    <w:rsid w:val="00DD482A"/>
    <w:rsid w:val="00DE0396"/>
    <w:rsid w:val="00DE0405"/>
    <w:rsid w:val="00DE252B"/>
    <w:rsid w:val="00E37A20"/>
    <w:rsid w:val="00EB5766"/>
    <w:rsid w:val="00EC667E"/>
    <w:rsid w:val="00EE4061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8D25D-011B-4809-8116-B25234DD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2010-01-07T08:39:00Z</cp:lastPrinted>
  <dcterms:created xsi:type="dcterms:W3CDTF">2019-08-01T11:16:00Z</dcterms:created>
  <dcterms:modified xsi:type="dcterms:W3CDTF">2019-08-01T11:16:00Z</dcterms:modified>
</cp:coreProperties>
</file>